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25B1">
              <w:rPr>
                <w:noProof/>
              </w:rPr>
              <w:t>RMK TAIMLA- JA SEEMNEMAJANDUSOSAKONNA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66F35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Tartu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3C25B1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C25B1">
              <w:t>1</w:t>
            </w:r>
            <w:r w:rsidR="009D5FA0">
              <w:t>5</w:t>
            </w:r>
            <w:r w:rsidR="00066F35">
              <w:rPr>
                <w:noProof/>
              </w:rPr>
              <w:t>.</w:t>
            </w:r>
            <w:r w:rsidR="004A029A">
              <w:rPr>
                <w:noProof/>
              </w:rPr>
              <w:t xml:space="preserve"> </w:t>
            </w:r>
            <w:r w:rsidR="00A13CD7">
              <w:rPr>
                <w:noProof/>
              </w:rPr>
              <w:t>jaanua</w:t>
            </w:r>
            <w:r w:rsidR="00066F35">
              <w:rPr>
                <w:noProof/>
              </w:rPr>
              <w:t>r 201</w:t>
            </w:r>
            <w:r w:rsidR="003C25B1">
              <w:rPr>
                <w:noProof/>
              </w:rPr>
              <w:t>9</w:t>
            </w:r>
            <w:r w:rsidR="00066F35">
              <w:rPr>
                <w:noProof/>
              </w:rPr>
              <w:t xml:space="preserve">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13CD7">
              <w:t>1</w:t>
            </w:r>
            <w:r w:rsidR="004A029A">
              <w:rPr>
                <w:noProof/>
              </w:rPr>
              <w:t>-</w:t>
            </w:r>
            <w:r w:rsidR="00A13CD7">
              <w:rPr>
                <w:noProof/>
              </w:rPr>
              <w:t>5</w:t>
            </w:r>
            <w:r w:rsidR="004A029A">
              <w:rPr>
                <w:noProof/>
              </w:rPr>
              <w:t>/</w:t>
            </w:r>
            <w:r w:rsidR="00700134">
              <w:rPr>
                <w:noProof/>
              </w:rPr>
              <w:t>8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066F35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F158E9" w:rsidRDefault="00D638ED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A13CD7" w:rsidRPr="00A13CD7">
        <w:rPr>
          <w:noProof/>
        </w:rPr>
        <w:t>Tööde ühikuhindade kehtestamine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13CD7" w:rsidRDefault="00A13CD7" w:rsidP="00A13CD7">
      <w:r>
        <w:lastRenderedPageBreak/>
        <w:t>Riigimetsa Majandamise Keskuse juhatuse 01.07. 2008. a otsusega  nr 1-32/52</w:t>
      </w:r>
    </w:p>
    <w:p w:rsidR="00A13CD7" w:rsidRDefault="00A13CD7" w:rsidP="00A13CD7">
      <w:r>
        <w:t xml:space="preserve">kinnitatud “RMK taimla- ja seemnemajandusosakonna põhimääruse” </w:t>
      </w:r>
      <w:r w:rsidR="00BB2DA2">
        <w:t xml:space="preserve">punkt 4.3.9. </w:t>
      </w:r>
      <w:r>
        <w:t>alusel:</w:t>
      </w:r>
    </w:p>
    <w:p w:rsidR="00A13CD7" w:rsidRDefault="00A13CD7" w:rsidP="00A13CD7"/>
    <w:p w:rsidR="00A13CD7" w:rsidRDefault="00A13CD7" w:rsidP="00A13CD7"/>
    <w:p w:rsidR="00B46B72" w:rsidRDefault="00A13CD7" w:rsidP="003C25B1">
      <w:pPr>
        <w:pStyle w:val="Loendilik"/>
        <w:numPr>
          <w:ilvl w:val="0"/>
          <w:numId w:val="3"/>
        </w:numPr>
      </w:pPr>
      <w:r>
        <w:t xml:space="preserve">k i n n i t a n </w:t>
      </w:r>
      <w:r w:rsidR="00C07965">
        <w:t xml:space="preserve"> t</w:t>
      </w:r>
      <w:r>
        <w:t xml:space="preserve">aimla- ja seemnemajandusosakonna </w:t>
      </w:r>
      <w:r w:rsidR="00B75827">
        <w:t xml:space="preserve">taimla ja seemnemajanduslike </w:t>
      </w:r>
      <w:r w:rsidR="003C25B1">
        <w:t>tööde ühikuhindade nimekirja</w:t>
      </w:r>
      <w:r>
        <w:t xml:space="preserve"> </w:t>
      </w:r>
      <w:r w:rsidR="00B75827">
        <w:t xml:space="preserve">LISA nr </w:t>
      </w:r>
      <w:r w:rsidR="003C25B1">
        <w:t>1</w:t>
      </w:r>
      <w:r w:rsidR="00B75827">
        <w:t>.</w:t>
      </w:r>
    </w:p>
    <w:p w:rsidR="00A13CD7" w:rsidRDefault="00A13CD7" w:rsidP="00A13CD7"/>
    <w:p w:rsidR="00C07965" w:rsidRDefault="00A13CD7" w:rsidP="00A13CD7">
      <w:r>
        <w:t xml:space="preserve">2.  t u n n i s t a n  kehtetuks RMK taimla-ja seemnemajandusosakonna juhataja </w:t>
      </w:r>
    </w:p>
    <w:p w:rsidR="00066F35" w:rsidRDefault="003C25B1" w:rsidP="00A13CD7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19</w:t>
      </w:r>
      <w:r w:rsidR="00A13CD7">
        <w:t>.</w:t>
      </w:r>
      <w:r w:rsidR="008E555E">
        <w:t xml:space="preserve"> jaanuar</w:t>
      </w:r>
      <w:r w:rsidR="00A13CD7">
        <w:t xml:space="preserve"> 201</w:t>
      </w:r>
      <w:r>
        <w:t>8</w:t>
      </w:r>
      <w:r w:rsidR="00A13CD7">
        <w:t xml:space="preserve"> a  käskkirja nr 1</w:t>
      </w:r>
      <w:r w:rsidR="009D5FA0">
        <w:t>-</w:t>
      </w:r>
      <w:r w:rsidR="00A13CD7">
        <w:t xml:space="preserve"> 5/</w:t>
      </w:r>
      <w:r>
        <w:t>15</w:t>
      </w:r>
      <w:r w:rsidR="00A13CD7">
        <w:t xml:space="preserve"> “Tööde ühikuhindade k</w:t>
      </w:r>
      <w:r w:rsidR="008E555E">
        <w:t>ehtes</w:t>
      </w:r>
      <w:r w:rsidR="00A13CD7">
        <w:t>tamine”.</w:t>
      </w:r>
    </w:p>
    <w:p w:rsidR="00066F35" w:rsidRDefault="00066F35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3C25B1">
        <w:rPr>
          <w:spacing w:val="0"/>
          <w:position w:val="0"/>
        </w:rPr>
      </w:r>
      <w:r w:rsidR="00934DAA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Esko Krinal</w:t>
      </w:r>
      <w:r>
        <w:fldChar w:fldCharType="end"/>
      </w:r>
    </w:p>
    <w:p w:rsidR="00066F35" w:rsidRDefault="00D638ED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RMK taimla- ja seemnemajandusosakonna juhataja</w:t>
      </w:r>
    </w:p>
    <w:p w:rsidR="00F158E9" w:rsidRDefault="00D638ED"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Jaotuskava: raamatupi</w:t>
      </w:r>
      <w:r w:rsidR="009D5FA0">
        <w:rPr>
          <w:noProof/>
        </w:rPr>
        <w:t>damine</w:t>
      </w:r>
      <w:r w:rsidR="00066F35">
        <w:rPr>
          <w:noProof/>
        </w:rPr>
        <w:t xml:space="preserve">, </w:t>
      </w:r>
      <w:r w:rsidR="00C07965">
        <w:rPr>
          <w:noProof/>
        </w:rPr>
        <w:t>t</w:t>
      </w:r>
      <w:r w:rsidR="003C25B1">
        <w:rPr>
          <w:noProof/>
        </w:rPr>
        <w:t>aimla</w:t>
      </w:r>
      <w:r w:rsidR="00C07965">
        <w:rPr>
          <w:noProof/>
        </w:rPr>
        <w:t>juhid, taimekasvatusjuh</w:t>
      </w:r>
      <w:r w:rsidR="00B46B72">
        <w:rPr>
          <w:noProof/>
        </w:rPr>
        <w:t>id</w:t>
      </w:r>
      <w:r w:rsidR="00700134">
        <w:rPr>
          <w:noProof/>
        </w:rPr>
        <w:t>, tootmis- ja finantskonroller, majandustarkvara spetsia</w:t>
      </w:r>
      <w:bookmarkStart w:id="4" w:name="_GoBack"/>
      <w:bookmarkEnd w:id="4"/>
      <w:r w:rsidR="00700134">
        <w:rPr>
          <w:noProof/>
        </w:rPr>
        <w:t xml:space="preserve">list 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AA" w:rsidRDefault="00934DAA">
      <w:r>
        <w:separator/>
      </w:r>
    </w:p>
  </w:endnote>
  <w:endnote w:type="continuationSeparator" w:id="0">
    <w:p w:rsidR="00934DAA" w:rsidRDefault="0093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AA" w:rsidRDefault="00934DAA">
      <w:r>
        <w:separator/>
      </w:r>
    </w:p>
  </w:footnote>
  <w:footnote w:type="continuationSeparator" w:id="0">
    <w:p w:rsidR="00934DAA" w:rsidRDefault="00934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63D245E2"/>
    <w:multiLevelType w:val="hybridMultilevel"/>
    <w:tmpl w:val="A13CE59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a3Xk7Isue8eVeX4WeRK6+9j2k8=" w:salt="iPkBsSWKM1UmUG2w0Ly9+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35"/>
    <w:rsid w:val="00050907"/>
    <w:rsid w:val="00066F35"/>
    <w:rsid w:val="000B2E6F"/>
    <w:rsid w:val="001557EE"/>
    <w:rsid w:val="001C6494"/>
    <w:rsid w:val="001D298C"/>
    <w:rsid w:val="00330D03"/>
    <w:rsid w:val="00366615"/>
    <w:rsid w:val="003C25B1"/>
    <w:rsid w:val="00451386"/>
    <w:rsid w:val="004A029A"/>
    <w:rsid w:val="005B39CA"/>
    <w:rsid w:val="0063022C"/>
    <w:rsid w:val="00653609"/>
    <w:rsid w:val="00700134"/>
    <w:rsid w:val="008969E3"/>
    <w:rsid w:val="008E555E"/>
    <w:rsid w:val="00934DAA"/>
    <w:rsid w:val="0096010B"/>
    <w:rsid w:val="009D5FA0"/>
    <w:rsid w:val="00A13CD7"/>
    <w:rsid w:val="00A53EDC"/>
    <w:rsid w:val="00B0799C"/>
    <w:rsid w:val="00B23E37"/>
    <w:rsid w:val="00B46B72"/>
    <w:rsid w:val="00B75827"/>
    <w:rsid w:val="00BB2DA2"/>
    <w:rsid w:val="00BC2209"/>
    <w:rsid w:val="00BE0C6C"/>
    <w:rsid w:val="00BE1BC7"/>
    <w:rsid w:val="00C07965"/>
    <w:rsid w:val="00C50E90"/>
    <w:rsid w:val="00C545EA"/>
    <w:rsid w:val="00CB0BC3"/>
    <w:rsid w:val="00CC2CA6"/>
    <w:rsid w:val="00D15A47"/>
    <w:rsid w:val="00D638ED"/>
    <w:rsid w:val="00DA5B0B"/>
    <w:rsid w:val="00E35AE3"/>
    <w:rsid w:val="00F158E9"/>
    <w:rsid w:val="00FA5FE6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C079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C0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kok\AppData\Local\Microsoft\Windows\Temporary%20Internet%20Files\Content.IE5\N218Z650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22</TotalTime>
  <Pages>1</Pages>
  <Words>140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4</cp:revision>
  <cp:lastPrinted>2017-01-26T13:35:00Z</cp:lastPrinted>
  <dcterms:created xsi:type="dcterms:W3CDTF">2019-01-15T07:03:00Z</dcterms:created>
  <dcterms:modified xsi:type="dcterms:W3CDTF">2019-01-15T07:24:00Z</dcterms:modified>
</cp:coreProperties>
</file>